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01" w:rsidRDefault="00947801">
      <w:r>
        <w:t>Student Name: ______________________________________</w:t>
      </w:r>
    </w:p>
    <w:p w:rsidR="00947801" w:rsidRDefault="00947801">
      <w:r>
        <w:t>Parent Signature: _______________________________________</w:t>
      </w:r>
    </w:p>
    <w:p w:rsidR="00947801" w:rsidRDefault="00947801"/>
    <w:p w:rsidR="00947801" w:rsidRPr="00344E63" w:rsidRDefault="00947801" w:rsidP="00344E63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44E63">
        <w:rPr>
          <w:rFonts w:ascii="Arial" w:hAnsi="Arial" w:cs="Arial"/>
          <w:b/>
          <w:sz w:val="28"/>
          <w:szCs w:val="28"/>
        </w:rPr>
        <w:t>Best Foot Forward</w:t>
      </w:r>
    </w:p>
    <w:p w:rsidR="00947801" w:rsidRPr="00344E63" w:rsidRDefault="00947801" w:rsidP="00344E63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44E63">
        <w:rPr>
          <w:rFonts w:ascii="Arial" w:hAnsi="Arial" w:cs="Arial"/>
          <w:b/>
          <w:sz w:val="28"/>
          <w:szCs w:val="28"/>
        </w:rPr>
        <w:t>Chapters 12-14 Quiz</w:t>
      </w:r>
    </w:p>
    <w:p w:rsidR="00947801" w:rsidRDefault="00947801"/>
    <w:p w:rsidR="00947801" w:rsidRDefault="00947801" w:rsidP="00682A9F">
      <w:pPr>
        <w:pStyle w:val="ListParagraph"/>
        <w:numPr>
          <w:ilvl w:val="0"/>
          <w:numId w:val="1"/>
        </w:numPr>
      </w:pPr>
      <w:r>
        <w:t>An advertising agency develops a new advertising slogan (a business saying) for the shoe company. What is the new slogan?</w:t>
      </w:r>
    </w:p>
    <w:p w:rsidR="00947801" w:rsidRDefault="00947801" w:rsidP="00682A9F">
      <w:pPr>
        <w:pStyle w:val="ListParagraph"/>
        <w:numPr>
          <w:ilvl w:val="1"/>
          <w:numId w:val="1"/>
        </w:numPr>
      </w:pPr>
      <w:r>
        <w:t>If the Shoe Fits, Buy it!</w:t>
      </w:r>
    </w:p>
    <w:p w:rsidR="00947801" w:rsidRDefault="00947801" w:rsidP="00682A9F">
      <w:pPr>
        <w:pStyle w:val="ListParagraph"/>
        <w:numPr>
          <w:ilvl w:val="1"/>
          <w:numId w:val="1"/>
        </w:numPr>
      </w:pPr>
      <w:r>
        <w:t>Best Foot Forward</w:t>
      </w:r>
    </w:p>
    <w:p w:rsidR="00947801" w:rsidRDefault="00947801" w:rsidP="00682A9F">
      <w:pPr>
        <w:pStyle w:val="ListParagraph"/>
        <w:numPr>
          <w:ilvl w:val="1"/>
          <w:numId w:val="1"/>
        </w:numPr>
      </w:pPr>
      <w:r>
        <w:t>Place Your Feet in Our Hands</w:t>
      </w:r>
    </w:p>
    <w:p w:rsidR="00947801" w:rsidRDefault="00947801" w:rsidP="00682A9F">
      <w:pPr>
        <w:pStyle w:val="ListParagraph"/>
        <w:numPr>
          <w:ilvl w:val="1"/>
          <w:numId w:val="1"/>
        </w:numPr>
      </w:pPr>
      <w:r>
        <w:t>Big Discounts and Small Prices for Feet of All Sizes</w:t>
      </w:r>
      <w:r>
        <w:br/>
      </w:r>
    </w:p>
    <w:p w:rsidR="00947801" w:rsidRDefault="00947801" w:rsidP="00623A4C">
      <w:pPr>
        <w:pStyle w:val="ListParagraph"/>
        <w:numPr>
          <w:ilvl w:val="0"/>
          <w:numId w:val="1"/>
        </w:numPr>
      </w:pPr>
      <w:r>
        <w:t>In Chapter 12, what are the two ways Tanner helps the store?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dresses up like a giant foot and also catches a shoplifter.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dresses up like a giant foot and also designs a new shoe.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designs a new shoe and also runs the cash register.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runs the cash register and also dresses up like a giant foot.</w:t>
      </w:r>
      <w:r>
        <w:br/>
      </w:r>
    </w:p>
    <w:p w:rsidR="00947801" w:rsidRDefault="00947801" w:rsidP="00623A4C">
      <w:pPr>
        <w:pStyle w:val="ListParagraph"/>
        <w:numPr>
          <w:ilvl w:val="0"/>
          <w:numId w:val="1"/>
        </w:numPr>
      </w:pPr>
      <w:r>
        <w:t>What does Tanner do in Chapter 13 that surprises Jenna?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is caught stealing cowboy boots.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kisses her.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beats up a customer.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asks her out on a date.</w:t>
      </w:r>
      <w:r>
        <w:br/>
      </w:r>
    </w:p>
    <w:p w:rsidR="00947801" w:rsidRDefault="00947801" w:rsidP="00623A4C">
      <w:pPr>
        <w:pStyle w:val="ListParagraph"/>
        <w:numPr>
          <w:ilvl w:val="0"/>
          <w:numId w:val="1"/>
        </w:numPr>
      </w:pPr>
      <w:r>
        <w:t>How does Mrs. Gladstone help Tanner in Chapter 13?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She says that she gave Tanner cowboy boots.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She gives him advice on how to behave around Jenna.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She hides him from the police.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She gives him money to pay for his date.</w:t>
      </w:r>
      <w:r>
        <w:br/>
      </w:r>
    </w:p>
    <w:p w:rsidR="00947801" w:rsidRDefault="00947801" w:rsidP="00623A4C">
      <w:pPr>
        <w:pStyle w:val="ListParagraph"/>
        <w:numPr>
          <w:ilvl w:val="0"/>
          <w:numId w:val="1"/>
        </w:numPr>
      </w:pPr>
      <w:r>
        <w:t>In Chapter 14, what is the cause of the argument between Mrs. Gladstone and her son Elden?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wants to take the company in a direction she doesn’t agree with.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He wants to ask out Jenna and she doesn’t think he is good enough for her.</w:t>
      </w:r>
    </w:p>
    <w:p w:rsidR="00947801" w:rsidRDefault="00947801" w:rsidP="00623A4C">
      <w:pPr>
        <w:pStyle w:val="ListParagraph"/>
        <w:numPr>
          <w:ilvl w:val="1"/>
          <w:numId w:val="1"/>
        </w:numPr>
      </w:pPr>
      <w:r>
        <w:t>She wants him to go out with Jenna but he isn’t interested.</w:t>
      </w:r>
    </w:p>
    <w:p w:rsidR="00947801" w:rsidRDefault="00947801" w:rsidP="00344E63">
      <w:pPr>
        <w:pStyle w:val="ListParagraph"/>
        <w:numPr>
          <w:ilvl w:val="1"/>
          <w:numId w:val="1"/>
        </w:numPr>
      </w:pPr>
      <w:r>
        <w:t>She wants to give Tanner another chance after he stole from the store, but Elden wants to fire him.</w:t>
      </w:r>
    </w:p>
    <w:sectPr w:rsidR="00947801" w:rsidSect="008B2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71311"/>
    <w:multiLevelType w:val="hybridMultilevel"/>
    <w:tmpl w:val="674C31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A9F"/>
    <w:rsid w:val="00214BB6"/>
    <w:rsid w:val="00344E63"/>
    <w:rsid w:val="00623A4C"/>
    <w:rsid w:val="00682A9F"/>
    <w:rsid w:val="007735DE"/>
    <w:rsid w:val="008B207A"/>
    <w:rsid w:val="00947801"/>
    <w:rsid w:val="00DE703D"/>
    <w:rsid w:val="00F51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82A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</Pages>
  <Words>220</Words>
  <Characters>1259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Name: ______________________________________</dc:title>
  <dc:subject/>
  <dc:creator>Nate</dc:creator>
  <cp:keywords/>
  <dc:description/>
  <cp:lastModifiedBy>Nate Dechongkit</cp:lastModifiedBy>
  <cp:revision>2</cp:revision>
  <dcterms:created xsi:type="dcterms:W3CDTF">2010-12-08T13:48:00Z</dcterms:created>
  <dcterms:modified xsi:type="dcterms:W3CDTF">2010-12-08T13:48:00Z</dcterms:modified>
</cp:coreProperties>
</file>